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5"/>
        <w:gridCol w:w="1435"/>
        <w:gridCol w:w="3242"/>
        <w:gridCol w:w="1984"/>
      </w:tblGrid>
      <w:tr w:rsidR="00BA1253">
        <w:trPr>
          <w:trHeight w:val="558"/>
          <w:jc w:val="center"/>
        </w:trPr>
        <w:tc>
          <w:tcPr>
            <w:tcW w:w="1475" w:type="dxa"/>
          </w:tcPr>
          <w:p w:rsidR="00BA1253" w:rsidRPr="00165133" w:rsidRDefault="00BA1253" w:rsidP="00165133">
            <w:pPr>
              <w:jc w:val="center"/>
              <w:rPr>
                <w:rFonts w:ascii="宋体"/>
                <w:sz w:val="28"/>
                <w:szCs w:val="28"/>
              </w:rPr>
            </w:pPr>
            <w:r w:rsidRPr="00165133">
              <w:rPr>
                <w:rFonts w:ascii="宋体" w:hAnsi="宋体" w:cs="宋体" w:hint="eastAsia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1435" w:type="dxa"/>
          </w:tcPr>
          <w:p w:rsidR="00BA1253" w:rsidRPr="00165133" w:rsidRDefault="00BA1253" w:rsidP="00165133">
            <w:pPr>
              <w:jc w:val="center"/>
              <w:rPr>
                <w:rFonts w:ascii="宋体"/>
                <w:sz w:val="28"/>
                <w:szCs w:val="28"/>
              </w:rPr>
            </w:pPr>
            <w:r w:rsidRPr="00165133">
              <w:rPr>
                <w:rFonts w:ascii="宋体" w:hAnsi="宋体" w:cs="宋体" w:hint="eastAsia"/>
                <w:kern w:val="0"/>
                <w:sz w:val="28"/>
                <w:szCs w:val="28"/>
              </w:rPr>
              <w:t>任课教师</w:t>
            </w:r>
          </w:p>
        </w:tc>
        <w:tc>
          <w:tcPr>
            <w:tcW w:w="3242" w:type="dxa"/>
          </w:tcPr>
          <w:p w:rsidR="00BA1253" w:rsidRPr="00165133" w:rsidRDefault="00BA1253" w:rsidP="00165133">
            <w:pPr>
              <w:jc w:val="center"/>
              <w:rPr>
                <w:rFonts w:ascii="宋体"/>
                <w:sz w:val="28"/>
                <w:szCs w:val="28"/>
              </w:rPr>
            </w:pPr>
            <w:r w:rsidRPr="00165133">
              <w:rPr>
                <w:rFonts w:ascii="宋体" w:hAnsi="宋体" w:cs="宋体" w:hint="eastAsia"/>
                <w:kern w:val="0"/>
                <w:sz w:val="28"/>
                <w:szCs w:val="28"/>
              </w:rPr>
              <w:t>答疑日期及节次</w:t>
            </w:r>
          </w:p>
        </w:tc>
        <w:tc>
          <w:tcPr>
            <w:tcW w:w="1984" w:type="dxa"/>
          </w:tcPr>
          <w:p w:rsidR="00BA1253" w:rsidRPr="00165133" w:rsidRDefault="00BA1253" w:rsidP="00165133">
            <w:pPr>
              <w:jc w:val="center"/>
              <w:rPr>
                <w:rFonts w:ascii="宋体"/>
                <w:sz w:val="28"/>
                <w:szCs w:val="28"/>
              </w:rPr>
            </w:pPr>
            <w:r w:rsidRPr="00165133">
              <w:rPr>
                <w:rFonts w:ascii="宋体" w:hAnsi="宋体" w:cs="宋体" w:hint="eastAsia"/>
                <w:kern w:val="0"/>
                <w:sz w:val="28"/>
                <w:szCs w:val="28"/>
              </w:rPr>
              <w:t>答疑地点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</w:rPr>
            </w:pPr>
            <w:r w:rsidRPr="00165133">
              <w:rPr>
                <w:rFonts w:ascii="华文楷体" w:eastAsia="华文楷体" w:hAnsi="华文楷体" w:cs="华文楷体" w:hint="eastAsia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</w:rPr>
            </w:pPr>
            <w:r w:rsidRPr="00165133">
              <w:rPr>
                <w:rFonts w:ascii="华文楷体" w:eastAsia="华文楷体" w:hAnsi="华文楷体" w:cs="华文楷体" w:hint="eastAsia"/>
              </w:rPr>
              <w:t>宫晓霞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号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8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30-10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</w:rPr>
            </w:pPr>
            <w:r w:rsidRPr="00165133">
              <w:rPr>
                <w:rFonts w:ascii="华文楷体" w:eastAsia="华文楷体" w:hAnsi="华文楷体" w:cs="华文楷体"/>
              </w:rPr>
              <w:t>B5-112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宫晓霞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21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号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8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30-10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/>
              </w:rPr>
              <w:t>B5-112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宫晓霞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18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号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8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30-10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/>
              </w:rPr>
              <w:t>B5-112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李森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日，晚上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7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-9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李森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28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日，晚上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7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-9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李森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16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日，晚上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7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-9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曹文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日，下午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-4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曹文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15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日，下午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-4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曹文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日，下午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-4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马恩涛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</w:t>
            </w:r>
            <w:r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日，晚上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7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-9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马恩涛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日，晚上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7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-9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马恩涛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10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日，晚上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7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-9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点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孙红霞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14:00-16:00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孙红霞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10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14:00-16:00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孙红霞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21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8:30-10:30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安彦林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13:30-15:30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安彦林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13:30-15:30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安彦林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10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13:30-15:30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张琳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13:30-15:30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张琳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27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13:30-15:30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张琳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8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13:30-15:30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徐晓雯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14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10:20-11:50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徐晓雯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19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10:20-11:50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财政学</w:t>
            </w:r>
          </w:p>
        </w:tc>
        <w:tc>
          <w:tcPr>
            <w:tcW w:w="1435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徐晓雯</w:t>
            </w:r>
          </w:p>
        </w:tc>
        <w:tc>
          <w:tcPr>
            <w:tcW w:w="3242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23</w:t>
            </w:r>
            <w:r w:rsidRPr="00165133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</w:t>
            </w:r>
            <w:r w:rsidRPr="00165133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10:20-11:50</w:t>
            </w:r>
          </w:p>
        </w:tc>
        <w:tc>
          <w:tcPr>
            <w:tcW w:w="1984" w:type="dxa"/>
            <w:vAlign w:val="center"/>
          </w:tcPr>
          <w:p w:rsidR="00BA1253" w:rsidRPr="00165133" w:rsidRDefault="00BA1253" w:rsidP="00165133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65133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65133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课程名称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任课教师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答疑日期及节次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答疑地点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税收学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刘金东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11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50-17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F1A46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税收学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刘金东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50-17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F1A46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税收学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刘金东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50-17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 w:cs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闻道楼</w:t>
            </w:r>
            <w:r w:rsidRPr="001F1A46">
              <w:rPr>
                <w:rFonts w:ascii="华文楷体" w:eastAsia="华文楷体" w:hAnsi="华文楷体" w:cs="华文楷体"/>
                <w:kern w:val="0"/>
              </w:rPr>
              <w:t>3313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刘金东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10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20-11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刘金东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19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10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20-11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刘金东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10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20-11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程燕婷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31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00-17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程燕婷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21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00-17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程燕婷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19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00-17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周承娟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00-16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周承娟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29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00-16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周承娟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09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00-16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王梅花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05-18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05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王梅花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05-18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05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王梅花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11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05-18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05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张春燕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30-15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张春燕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27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30-15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张春燕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30-15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贾莎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31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00-15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贾莎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4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27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00-15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  <w:tr w:rsidR="00BA1253" w:rsidTr="001F1A46">
        <w:trPr>
          <w:trHeight w:val="412"/>
          <w:jc w:val="center"/>
        </w:trPr>
        <w:tc>
          <w:tcPr>
            <w:tcW w:w="147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税法</w:t>
            </w:r>
          </w:p>
        </w:tc>
        <w:tc>
          <w:tcPr>
            <w:tcW w:w="1435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贾莎</w:t>
            </w:r>
          </w:p>
        </w:tc>
        <w:tc>
          <w:tcPr>
            <w:tcW w:w="3242" w:type="dxa"/>
            <w:vAlign w:val="center"/>
          </w:tcPr>
          <w:p w:rsidR="00BA1253" w:rsidRPr="001F1A46" w:rsidRDefault="00BA1253" w:rsidP="001F1A46">
            <w:pPr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月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26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日，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13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00-15</w:t>
            </w:r>
            <w:r w:rsidRPr="001F1A46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：</w:t>
            </w:r>
            <w:r w:rsidRPr="001F1A46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BA1253" w:rsidRPr="001F1A46" w:rsidRDefault="00BA1253" w:rsidP="000D1BE7">
            <w:pPr>
              <w:jc w:val="center"/>
              <w:rPr>
                <w:rFonts w:ascii="华文楷体" w:eastAsia="华文楷体" w:hAnsi="华文楷体"/>
                <w:kern w:val="0"/>
              </w:rPr>
            </w:pPr>
            <w:r w:rsidRPr="001F1A46">
              <w:rPr>
                <w:rFonts w:ascii="华文楷体" w:eastAsia="华文楷体" w:hAnsi="华文楷体" w:cs="华文楷体"/>
                <w:kern w:val="0"/>
              </w:rPr>
              <w:t>2111</w:t>
            </w:r>
            <w:r w:rsidRPr="001F1A46">
              <w:rPr>
                <w:rFonts w:ascii="华文楷体" w:eastAsia="华文楷体" w:hAnsi="华文楷体" w:cs="华文楷体" w:hint="eastAsia"/>
                <w:kern w:val="0"/>
              </w:rPr>
              <w:t>（明水）</w:t>
            </w:r>
          </w:p>
        </w:tc>
      </w:tr>
    </w:tbl>
    <w:p w:rsidR="00BA1253" w:rsidRDefault="00BA1253"/>
    <w:sectPr w:rsidR="00BA1253" w:rsidSect="0034286B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253" w:rsidRDefault="00BA1253" w:rsidP="00D635F8">
      <w:r>
        <w:separator/>
      </w:r>
    </w:p>
  </w:endnote>
  <w:endnote w:type="continuationSeparator" w:id="1">
    <w:p w:rsidR="00BA1253" w:rsidRDefault="00BA1253" w:rsidP="00D63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altName w:val="华文仿宋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253" w:rsidRDefault="00BA1253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253" w:rsidRDefault="00BA1253" w:rsidP="00D635F8">
      <w:r>
        <w:separator/>
      </w:r>
    </w:p>
  </w:footnote>
  <w:footnote w:type="continuationSeparator" w:id="1">
    <w:p w:rsidR="00BA1253" w:rsidRDefault="00BA1253" w:rsidP="00D63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253" w:rsidRDefault="00BA1253" w:rsidP="001F1A46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5F8"/>
    <w:rsid w:val="000D1BE7"/>
    <w:rsid w:val="000E773E"/>
    <w:rsid w:val="00141146"/>
    <w:rsid w:val="00165133"/>
    <w:rsid w:val="001F1A46"/>
    <w:rsid w:val="001F39E4"/>
    <w:rsid w:val="0034286B"/>
    <w:rsid w:val="004E36F9"/>
    <w:rsid w:val="005A605F"/>
    <w:rsid w:val="00707519"/>
    <w:rsid w:val="00796267"/>
    <w:rsid w:val="008775C5"/>
    <w:rsid w:val="00BA1253"/>
    <w:rsid w:val="00C01CE7"/>
    <w:rsid w:val="00CE6022"/>
    <w:rsid w:val="00CF6FC8"/>
    <w:rsid w:val="00D1414F"/>
    <w:rsid w:val="00D635F8"/>
    <w:rsid w:val="00E14843"/>
    <w:rsid w:val="00E90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8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635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635F8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635F8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35F8"/>
    <w:rPr>
      <w:sz w:val="18"/>
      <w:szCs w:val="18"/>
    </w:rPr>
  </w:style>
  <w:style w:type="table" w:styleId="TableGrid">
    <w:name w:val="Table Grid"/>
    <w:basedOn w:val="TableNormal"/>
    <w:uiPriority w:val="99"/>
    <w:rsid w:val="00D635F8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05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231</Words>
  <Characters>1319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lenovo</cp:lastModifiedBy>
  <cp:revision>7</cp:revision>
  <dcterms:created xsi:type="dcterms:W3CDTF">2016-02-29T03:08:00Z</dcterms:created>
  <dcterms:modified xsi:type="dcterms:W3CDTF">2016-03-07T01:20:00Z</dcterms:modified>
</cp:coreProperties>
</file>